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0F1385C7" w:rsidR="00F422D3" w:rsidRDefault="00F422D3" w:rsidP="004B5C9B">
      <w:pPr>
        <w:pStyle w:val="Titul2"/>
        <w:jc w:val="both"/>
      </w:pPr>
      <w:r>
        <w:t>Název zakázky: „</w:t>
      </w:r>
      <w:r w:rsidR="003F6C33" w:rsidRPr="003F6C33">
        <w:t>Dodávka 2 kusů dálkov</w:t>
      </w:r>
      <w:r w:rsidR="00B50964">
        <w:t>ě</w:t>
      </w:r>
      <w:r w:rsidR="003F6C33" w:rsidRPr="003F6C33">
        <w:t xml:space="preserve"> řízených pásových sekaček na trávu a křoví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3F6C33">
        <w:rPr>
          <w:rFonts w:eastAsia="Times New Roman" w:cs="Arial"/>
          <w:snapToGrid w:val="0"/>
          <w:lang w:eastAsia="cs-CZ"/>
        </w:rPr>
        <w:t>č. 3</w:t>
      </w:r>
      <w:r w:rsidR="006937AA" w:rsidRPr="003F6C33">
        <w:rPr>
          <w:rFonts w:eastAsia="Times New Roman" w:cs="Arial"/>
          <w:snapToGrid w:val="0"/>
          <w:lang w:eastAsia="cs-CZ"/>
        </w:rPr>
        <w:t>430</w:t>
      </w:r>
      <w:r w:rsidRPr="003F6C33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3F6C33">
        <w:rPr>
          <w:rFonts w:eastAsia="Times New Roman" w:cs="Arial"/>
          <w:snapToGrid w:val="0"/>
          <w:lang w:eastAsia="cs-CZ"/>
        </w:rPr>
        <w:t>2</w:t>
      </w:r>
      <w:r w:rsidRPr="003F6C33">
        <w:rPr>
          <w:rFonts w:eastAsia="Times New Roman" w:cs="Arial"/>
          <w:snapToGrid w:val="0"/>
          <w:lang w:eastAsia="cs-CZ"/>
        </w:rPr>
        <w:t xml:space="preserve">. </w:t>
      </w:r>
      <w:r w:rsidR="006937AA" w:rsidRPr="003F6C33">
        <w:rPr>
          <w:rFonts w:eastAsia="Times New Roman" w:cs="Arial"/>
          <w:snapToGrid w:val="0"/>
          <w:lang w:eastAsia="cs-CZ"/>
        </w:rPr>
        <w:t>12</w:t>
      </w:r>
      <w:r w:rsidRPr="003F6C33">
        <w:rPr>
          <w:rFonts w:eastAsia="Times New Roman" w:cs="Arial"/>
          <w:snapToGrid w:val="0"/>
          <w:lang w:eastAsia="cs-CZ"/>
        </w:rPr>
        <w:t>. 202</w:t>
      </w:r>
      <w:r w:rsidR="006937AA" w:rsidRPr="003F6C33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26B0396F" w:rsidR="002A398D" w:rsidRPr="001C2A3F" w:rsidRDefault="003F6C33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6B3251">
        <w:rPr>
          <w:rFonts w:eastAsia="Times New Roman" w:cs="Arial"/>
          <w:snapToGrid w:val="0"/>
          <w:lang w:eastAsia="cs-CZ"/>
        </w:rPr>
        <w:t>Jan Frnka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3F6C33">
        <w:rPr>
          <w:rFonts w:eastAsia="Times New Roman" w:cs="Arial"/>
          <w:snapToGrid w:val="0"/>
          <w:lang w:eastAsia="cs-CZ"/>
        </w:rPr>
        <w:t>+420 702 021 554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6B3251">
        <w:rPr>
          <w:rFonts w:eastAsia="Times New Roman" w:cs="Arial"/>
          <w:snapToGrid w:val="0"/>
          <w:lang w:eastAsia="cs-CZ"/>
        </w:rPr>
        <w:t>Frnka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496725D0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1231E1">
        <w:t>64024047</w:t>
      </w:r>
    </w:p>
    <w:p w14:paraId="203510EB" w14:textId="77777777" w:rsidR="003F6C33" w:rsidRDefault="00C86076" w:rsidP="003F6C33">
      <w:pPr>
        <w:pStyle w:val="Textbezodsazen"/>
        <w:spacing w:after="0"/>
        <w:ind w:firstLine="630"/>
      </w:pPr>
      <w:r>
        <w:t xml:space="preserve">ISPROFOND: </w:t>
      </w:r>
      <w:r w:rsidR="003F6C33" w:rsidRPr="003F6C33">
        <w:t>5003540011</w:t>
      </w:r>
    </w:p>
    <w:p w14:paraId="2A7B961E" w14:textId="688A6441" w:rsidR="006F3400" w:rsidRPr="002A398D" w:rsidRDefault="006F3400" w:rsidP="003F6C33">
      <w:pPr>
        <w:pStyle w:val="Textbezodsazen"/>
        <w:spacing w:after="0"/>
        <w:ind w:firstLine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273A6BE0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bookmarkStart w:id="2" w:name="_Hlk164239729"/>
      <w:r w:rsidR="003F6C33" w:rsidRPr="003F6C33">
        <w:t>Dodávka 2 kusů dálkov</w:t>
      </w:r>
      <w:r w:rsidR="00B50964">
        <w:t>ě</w:t>
      </w:r>
      <w:r w:rsidR="003F6C33" w:rsidRPr="003F6C33">
        <w:t xml:space="preserve"> řízených pásových sekaček na trávu a křoví</w:t>
      </w:r>
      <w:bookmarkEnd w:id="2"/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9A79B8" w:rsidRPr="009A79B8">
        <w:t>17303/2024-SŽ-OŘ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</w:t>
      </w:r>
      <w:r w:rsidR="00CB4EF1" w:rsidRPr="003F6C33">
        <w:t xml:space="preserve">dodání </w:t>
      </w:r>
      <w:r w:rsidR="003F6C33" w:rsidRPr="003F6C33">
        <w:t>2 kusů dálkov</w:t>
      </w:r>
      <w:r w:rsidR="00B50964">
        <w:t>ě</w:t>
      </w:r>
      <w:r w:rsidR="003F6C33" w:rsidRPr="003F6C33">
        <w:t xml:space="preserve"> řízených pásových sekaček na trávu a křoví </w:t>
      </w:r>
      <w:r w:rsidR="00CB4EF1" w:rsidRPr="003F6C33">
        <w:t>a zaškolení zaměstnanců Kupujícího do jeho o</w:t>
      </w:r>
      <w:r w:rsidR="003F6C33" w:rsidRPr="003F6C33">
        <w:t>b</w:t>
      </w:r>
      <w:r w:rsidR="00CB4EF1" w:rsidRPr="003F6C33">
        <w:t>sluhy, blíže specifikováno v příloze č. 1 této Smlouvy</w:t>
      </w:r>
      <w:r w:rsidRPr="003F6C33">
        <w:t>,</w:t>
      </w:r>
      <w:r w:rsidRPr="00067B13">
        <w:t xml:space="preserve">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0FA15261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3F6C33" w:rsidRPr="003F6C33">
        <w:t>60</w:t>
      </w:r>
      <w:r w:rsidRPr="003F6C33">
        <w:t xml:space="preserve">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68C1A774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</w:t>
      </w:r>
      <w:r w:rsidR="00B50964">
        <w:rPr>
          <w:rFonts w:eastAsia="Times New Roman" w:cs="Arial"/>
          <w:lang w:eastAsia="cs-CZ"/>
        </w:rPr>
        <w:t xml:space="preserve">: </w:t>
      </w:r>
    </w:p>
    <w:p w14:paraId="21CFE64A" w14:textId="77777777" w:rsidR="00E30CC9" w:rsidRPr="003F6C33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3F6C33">
        <w:rPr>
          <w:rFonts w:eastAsia="Times New Roman" w:cs="Arial"/>
          <w:lang w:eastAsia="cs-CZ"/>
        </w:rPr>
        <w:t>S</w:t>
      </w:r>
      <w:r w:rsidR="00E30CC9" w:rsidRPr="003F6C33">
        <w:rPr>
          <w:rFonts w:eastAsia="Times New Roman" w:cs="Arial"/>
          <w:lang w:eastAsia="cs-CZ"/>
        </w:rPr>
        <w:t>práva železnic</w:t>
      </w:r>
      <w:r w:rsidRPr="003F6C33">
        <w:rPr>
          <w:rFonts w:eastAsia="Times New Roman" w:cs="Arial"/>
          <w:lang w:eastAsia="cs-CZ"/>
        </w:rPr>
        <w:t>, s</w:t>
      </w:r>
      <w:r w:rsidR="00E30CC9" w:rsidRPr="003F6C33">
        <w:rPr>
          <w:rFonts w:eastAsia="Times New Roman" w:cs="Arial"/>
          <w:lang w:eastAsia="cs-CZ"/>
        </w:rPr>
        <w:t>tátní organizace</w:t>
      </w:r>
    </w:p>
    <w:p w14:paraId="6F0A07B1" w14:textId="77777777" w:rsidR="003F6C33" w:rsidRPr="006B3251" w:rsidRDefault="003F6C33" w:rsidP="003F6C33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6B3251">
        <w:rPr>
          <w:rFonts w:eastAsia="Times New Roman" w:cs="Arial"/>
          <w:lang w:eastAsia="cs-CZ"/>
        </w:rPr>
        <w:t xml:space="preserve">TO Ústí n. Orlicí </w:t>
      </w:r>
    </w:p>
    <w:p w14:paraId="5E4F3DC4" w14:textId="77777777" w:rsidR="003F6C33" w:rsidRPr="003F6C33" w:rsidRDefault="003F6C33" w:rsidP="00DD101E">
      <w:pPr>
        <w:pStyle w:val="Text1-1"/>
        <w:numPr>
          <w:ilvl w:val="0"/>
          <w:numId w:val="0"/>
        </w:numPr>
        <w:ind w:left="737"/>
      </w:pPr>
      <w:r w:rsidRPr="003F6C33">
        <w:rPr>
          <w:rFonts w:eastAsia="Times New Roman" w:cs="Arial"/>
          <w:lang w:eastAsia="cs-CZ"/>
        </w:rPr>
        <w:t xml:space="preserve">Nádražní 690, 562 01 Ústí n. Orlicí </w:t>
      </w:r>
    </w:p>
    <w:p w14:paraId="3893E5E1" w14:textId="6557FD83" w:rsidR="00782D29" w:rsidRDefault="00782D29" w:rsidP="003F6C33">
      <w:pPr>
        <w:pStyle w:val="Text1-1"/>
        <w:numPr>
          <w:ilvl w:val="0"/>
          <w:numId w:val="0"/>
        </w:numPr>
        <w:ind w:left="737"/>
      </w:pPr>
      <w:r w:rsidRPr="00782D29">
        <w:t xml:space="preserve">Termín dodávky předmětu koupě: </w:t>
      </w:r>
      <w:r w:rsidRPr="00782D29">
        <w:tab/>
      </w:r>
      <w:r w:rsidR="003F6C33">
        <w:t>30. 6. 2024</w:t>
      </w:r>
    </w:p>
    <w:p w14:paraId="1CE6BDEF" w14:textId="4E9D7CDF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3F6C33">
        <w:t xml:space="preserve">době od 7.00 do 13.00 hodin kdykoliv v termínu účinnosti této </w:t>
      </w:r>
      <w:r w:rsidR="00183EDF" w:rsidRPr="003F6C33">
        <w:t>S</w:t>
      </w:r>
      <w:r w:rsidRPr="003F6C33">
        <w:t xml:space="preserve">mlouvy s tím, že termín plnění bude oznámen v předstihu </w:t>
      </w:r>
      <w:r w:rsidR="003F6C33" w:rsidRPr="003F6C33">
        <w:t>3</w:t>
      </w:r>
      <w:r w:rsidRPr="003F6C33">
        <w:t xml:space="preserve"> pracovních dní </w:t>
      </w:r>
      <w:r w:rsidR="00183EDF" w:rsidRPr="003F6C33">
        <w:t>P</w:t>
      </w:r>
      <w:r w:rsidRPr="003F6C33">
        <w:t xml:space="preserve">rodávajícím </w:t>
      </w:r>
      <w:r w:rsidR="00183EDF" w:rsidRPr="003F6C33">
        <w:t>K</w:t>
      </w:r>
      <w:r w:rsidRPr="003F6C33">
        <w:t xml:space="preserve">upujícímu (emailem na adresu </w:t>
      </w:r>
      <w:r w:rsidR="003F6C33" w:rsidRPr="003F6C33">
        <w:t>Frnka</w:t>
      </w:r>
      <w:r w:rsidRPr="003F6C33">
        <w:t>@</w:t>
      </w:r>
      <w:r w:rsidR="00B62B67" w:rsidRPr="003F6C33">
        <w:t>spravazeleznic</w:t>
      </w:r>
      <w:r w:rsidRPr="003F6C33">
        <w:t>.cz a v kopii na</w:t>
      </w:r>
      <w:r w:rsidR="00022D32" w:rsidRPr="003F6C33">
        <w:t> </w:t>
      </w:r>
      <w:r w:rsidR="003F6C33" w:rsidRPr="003F6C33">
        <w:t>Podhájecky@spravazeleznic.cz, Jasansky@spravazeleznic.cz</w:t>
      </w:r>
      <w:r w:rsidRPr="003F6C33">
        <w:t xml:space="preserve">) a </w:t>
      </w:r>
      <w:r w:rsidR="009910DA" w:rsidRPr="003F6C33">
        <w:t>K</w:t>
      </w:r>
      <w:r w:rsidRPr="003F6C33">
        <w:t>upující</w:t>
      </w:r>
      <w:r w:rsidRPr="00782D29">
        <w:t xml:space="preserve">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</w:t>
      </w:r>
      <w:r w:rsidRPr="00782D29">
        <w:lastRenderedPageBreak/>
        <w:t xml:space="preserve">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</w:t>
      </w:r>
      <w:r w:rsidRPr="003F6C33">
        <w:t xml:space="preserve">v délce 24 měsíců ode dne předání a převzetí předmětu koupě </w:t>
      </w:r>
      <w:r w:rsidR="009910DA" w:rsidRPr="003F6C33">
        <w:t>K</w:t>
      </w:r>
      <w:r w:rsidRPr="003F6C33">
        <w:t>upujícím. V případech, kdy</w:t>
      </w:r>
      <w:r w:rsidRPr="00DB3E86">
        <w:t xml:space="preserve"> by záruční doba poskytnutá výrobci předmětu koupě překročila výše uvedenou dobu </w:t>
      </w:r>
      <w:r w:rsidRPr="003F6C33">
        <w:t xml:space="preserve">24 měsíců, zavazuje se </w:t>
      </w:r>
      <w:r w:rsidR="009910DA" w:rsidRPr="003F6C33">
        <w:t>P</w:t>
      </w:r>
      <w:r w:rsidRPr="003F6C33">
        <w:t xml:space="preserve">rodávající poskytnout </w:t>
      </w:r>
      <w:r w:rsidR="009910DA" w:rsidRPr="003F6C33">
        <w:t>K</w:t>
      </w:r>
      <w:r w:rsidRPr="003F6C33">
        <w:t>upujícímu záruku za jakost předmětu koupě</w:t>
      </w:r>
      <w:r w:rsidRPr="00DB3E86">
        <w:t xml:space="preserve">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lastRenderedPageBreak/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3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</w:t>
      </w:r>
      <w:r w:rsidRPr="00474026">
        <w:lastRenderedPageBreak/>
        <w:t>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4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4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výši </w:t>
      </w:r>
      <w:r w:rsidRPr="003F6C33">
        <w:t>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3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</w:t>
      </w:r>
      <w:r>
        <w:lastRenderedPageBreak/>
        <w:t xml:space="preserve">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5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5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C4D2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C4D26">
          <w:headerReference w:type="default" r:id="rId18"/>
          <w:footerReference w:type="default" r:id="rId19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4C4D26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ED935" w14:textId="77777777" w:rsidR="00D97DEE" w:rsidRDefault="00D97DEE" w:rsidP="00962258">
      <w:pPr>
        <w:spacing w:after="0" w:line="240" w:lineRule="auto"/>
      </w:pPr>
      <w:r>
        <w:separator/>
      </w:r>
    </w:p>
  </w:endnote>
  <w:endnote w:type="continuationSeparator" w:id="0">
    <w:p w14:paraId="1E831EA0" w14:textId="77777777" w:rsidR="00D97DEE" w:rsidRDefault="00D97D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F1EB2" w14:textId="77777777" w:rsidR="003F6C33" w:rsidRDefault="003F6C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5E9B129B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577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9A79B8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7108CBBC" w:rsidR="00855979" w:rsidRPr="00C1073F" w:rsidRDefault="003F6C33" w:rsidP="00F422D3">
          <w:pPr>
            <w:pStyle w:val="Zpat0"/>
            <w:rPr>
              <w:sz w:val="14"/>
            </w:rPr>
          </w:pPr>
          <w:r w:rsidRPr="003F6C33">
            <w:rPr>
              <w:sz w:val="14"/>
            </w:rPr>
            <w:t>Dodávka 2 kusů dálkov</w:t>
          </w:r>
          <w:r w:rsidR="00424794">
            <w:rPr>
              <w:sz w:val="14"/>
            </w:rPr>
            <w:t>ě</w:t>
          </w:r>
          <w:r w:rsidRPr="003F6C33">
            <w:rPr>
              <w:sz w:val="14"/>
            </w:rPr>
            <w:t xml:space="preserve"> řízených pásových sekaček na trávu a křoví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44539C4F" w:rsidR="000B073C" w:rsidRPr="00C67F6A" w:rsidRDefault="003F6C33" w:rsidP="00C67F6A">
          <w:pPr>
            <w:pStyle w:val="Zpat"/>
            <w:jc w:val="right"/>
            <w:rPr>
              <w:rStyle w:val="slostrnky"/>
            </w:rPr>
          </w:pPr>
          <w:r w:rsidRPr="003F6C33">
            <w:rPr>
              <w:rStyle w:val="slostrnky"/>
              <w:b w:val="0"/>
              <w:color w:val="auto"/>
            </w:rPr>
            <w:t>Dodávka 2 kusů dálkov</w:t>
          </w:r>
          <w:r w:rsidR="00424794">
            <w:rPr>
              <w:rStyle w:val="slostrnky"/>
              <w:b w:val="0"/>
              <w:color w:val="auto"/>
            </w:rPr>
            <w:t>ě</w:t>
          </w:r>
          <w:r w:rsidRPr="003F6C33">
            <w:rPr>
              <w:rStyle w:val="slostrnky"/>
              <w:b w:val="0"/>
              <w:color w:val="auto"/>
            </w:rPr>
            <w:t xml:space="preserve"> řízených pásových sekaček na trávu a křoví 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0F7BA" w14:textId="77777777" w:rsidR="00D97DEE" w:rsidRDefault="00D97DEE" w:rsidP="00962258">
      <w:pPr>
        <w:spacing w:after="0" w:line="240" w:lineRule="auto"/>
      </w:pPr>
      <w:r>
        <w:separator/>
      </w:r>
    </w:p>
  </w:footnote>
  <w:footnote w:type="continuationSeparator" w:id="0">
    <w:p w14:paraId="24A42F3B" w14:textId="77777777" w:rsidR="00D97DEE" w:rsidRDefault="00D97D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1DA13" w14:textId="77777777" w:rsidR="003F6C33" w:rsidRDefault="003F6C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15464">
    <w:abstractNumId w:val="3"/>
  </w:num>
  <w:num w:numId="2" w16cid:durableId="259535095">
    <w:abstractNumId w:val="1"/>
  </w:num>
  <w:num w:numId="3" w16cid:durableId="1566799486">
    <w:abstractNumId w:val="13"/>
  </w:num>
  <w:num w:numId="4" w16cid:durableId="1626346595">
    <w:abstractNumId w:val="7"/>
  </w:num>
  <w:num w:numId="5" w16cid:durableId="2019385184">
    <w:abstractNumId w:val="0"/>
  </w:num>
  <w:num w:numId="6" w16cid:durableId="755326352">
    <w:abstractNumId w:val="8"/>
  </w:num>
  <w:num w:numId="7" w16cid:durableId="2004890258">
    <w:abstractNumId w:val="10"/>
  </w:num>
  <w:num w:numId="8" w16cid:durableId="983584529">
    <w:abstractNumId w:val="11"/>
  </w:num>
  <w:num w:numId="9" w16cid:durableId="473957528">
    <w:abstractNumId w:val="2"/>
  </w:num>
  <w:num w:numId="10" w16cid:durableId="1507136296">
    <w:abstractNumId w:val="14"/>
  </w:num>
  <w:num w:numId="11" w16cid:durableId="1664119740">
    <w:abstractNumId w:val="9"/>
  </w:num>
  <w:num w:numId="12" w16cid:durableId="1882084822">
    <w:abstractNumId w:val="12"/>
  </w:num>
  <w:num w:numId="13" w16cid:durableId="746926618">
    <w:abstractNumId w:val="4"/>
  </w:num>
  <w:num w:numId="14" w16cid:durableId="882404412">
    <w:abstractNumId w:val="5"/>
  </w:num>
  <w:num w:numId="15" w16cid:durableId="104231763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264C7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F78FD"/>
    <w:rsid w:val="00112864"/>
    <w:rsid w:val="00114472"/>
    <w:rsid w:val="00114988"/>
    <w:rsid w:val="00115069"/>
    <w:rsid w:val="001150F2"/>
    <w:rsid w:val="001231E1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50F2B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073E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66F42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3F6C33"/>
    <w:rsid w:val="004023AA"/>
    <w:rsid w:val="00403C48"/>
    <w:rsid w:val="004078F3"/>
    <w:rsid w:val="00414958"/>
    <w:rsid w:val="00424794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3969"/>
    <w:rsid w:val="00485CE8"/>
    <w:rsid w:val="00486107"/>
    <w:rsid w:val="00491827"/>
    <w:rsid w:val="00495776"/>
    <w:rsid w:val="004A5D36"/>
    <w:rsid w:val="004B26ED"/>
    <w:rsid w:val="004B5C9B"/>
    <w:rsid w:val="004C4399"/>
    <w:rsid w:val="004C47D6"/>
    <w:rsid w:val="004C4D2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37AF8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A79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4763E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0964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3BCA"/>
    <w:rsid w:val="00C95162"/>
    <w:rsid w:val="00CA03F7"/>
    <w:rsid w:val="00CB3E13"/>
    <w:rsid w:val="00CB4EF1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97DEE"/>
    <w:rsid w:val="00DA3711"/>
    <w:rsid w:val="00DB3E86"/>
    <w:rsid w:val="00DB766B"/>
    <w:rsid w:val="00DC21BD"/>
    <w:rsid w:val="00DD101E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F6C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58ACB-8038-445E-8FA5-4267E10675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117</TotalTime>
  <Pages>10</Pages>
  <Words>3620</Words>
  <Characters>21358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49</cp:revision>
  <cp:lastPrinted>2019-03-12T14:16:00Z</cp:lastPrinted>
  <dcterms:created xsi:type="dcterms:W3CDTF">2021-04-08T08:03:00Z</dcterms:created>
  <dcterms:modified xsi:type="dcterms:W3CDTF">2024-05-16T09:57:00Z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